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32716" w14:textId="6993043A" w:rsidR="004D36D7" w:rsidRPr="008D485A" w:rsidRDefault="00F96AA1" w:rsidP="004848C0">
      <w:pPr>
        <w:pStyle w:val="Title"/>
      </w:pPr>
      <w:sdt>
        <w:sdtPr>
          <w:alias w:val="Title"/>
          <w:tag w:val=""/>
          <w:id w:val="-487021785"/>
          <w:placeholder>
            <w:docPart w:val="BBAC86B351F84EA79A942AFF1540FEA4"/>
          </w:placeholder>
          <w:dataBinding w:prefixMappings="xmlns:ns0='http://purl.org/dc/elements/1.1/' xmlns:ns1='http://schemas.openxmlformats.org/package/2006/metadata/core-properties' " w:xpath="/ns1:coreProperties[1]/ns0:title[1]" w:storeItemID="{6C3C8BC8-F283-45AE-878A-BAB7291924A1}"/>
          <w:text/>
        </w:sdtPr>
        <w:sdtEndPr/>
        <w:sdtContent>
          <w:r w:rsidR="00514BFB" w:rsidRPr="008D485A">
            <w:t xml:space="preserve">Packet Tracer - Implement a </w:t>
          </w:r>
          <w:proofErr w:type="spellStart"/>
          <w:r w:rsidR="00514BFB" w:rsidRPr="008D485A">
            <w:t>Subnetted</w:t>
          </w:r>
          <w:proofErr w:type="spellEnd"/>
          <w:r w:rsidR="00514BFB" w:rsidRPr="008D485A">
            <w:t xml:space="preserve"> IPv6 Addressing Scheme</w:t>
          </w:r>
        </w:sdtContent>
      </w:sdt>
      <w:r w:rsidR="004D36D7" w:rsidRPr="00FD4A68">
        <w:t xml:space="preserve"> </w:t>
      </w:r>
    </w:p>
    <w:p w14:paraId="67B33D06" w14:textId="77777777" w:rsidR="006A13E9" w:rsidRDefault="006A13E9" w:rsidP="006A13E9">
      <w:pPr>
        <w:pStyle w:val="Heading1"/>
      </w:pPr>
      <w:r>
        <w:t>Addressing Table</w:t>
      </w:r>
    </w:p>
    <w:tbl>
      <w:tblPr>
        <w:tblStyle w:val="TableGrid"/>
        <w:tblW w:w="0" w:type="auto"/>
        <w:jc w:val="center"/>
        <w:tblLook w:val="04A0" w:firstRow="1" w:lastRow="0" w:firstColumn="1" w:lastColumn="0" w:noHBand="0" w:noVBand="1"/>
        <w:tblDescription w:val="This table contains Device, Interface and link-local address. You will need to proivde the IPv6 address for the Devices. Type your answers in the cells listed as &quot;blank&quot;."/>
      </w:tblPr>
      <w:tblGrid>
        <w:gridCol w:w="1705"/>
        <w:gridCol w:w="1984"/>
        <w:gridCol w:w="4140"/>
        <w:gridCol w:w="1976"/>
      </w:tblGrid>
      <w:tr w:rsidR="00F76AC6" w14:paraId="64D0731A" w14:textId="77777777" w:rsidTr="008D485A">
        <w:trPr>
          <w:trHeight w:val="638"/>
          <w:tblHeader/>
          <w:jc w:val="center"/>
        </w:trPr>
        <w:tc>
          <w:tcPr>
            <w:tcW w:w="1705" w:type="dxa"/>
            <w:tcBorders>
              <w:bottom w:val="single" w:sz="4" w:space="0" w:color="auto"/>
            </w:tcBorders>
            <w:shd w:val="clear" w:color="auto" w:fill="DBE5F1" w:themeFill="accent1" w:themeFillTint="33"/>
            <w:vAlign w:val="center"/>
          </w:tcPr>
          <w:p w14:paraId="6238F7B4" w14:textId="77777777" w:rsidR="00F76AC6" w:rsidRDefault="00F76AC6" w:rsidP="00652769">
            <w:pPr>
              <w:pStyle w:val="TableHeading"/>
            </w:pPr>
            <w:r>
              <w:t>Device</w:t>
            </w:r>
          </w:p>
        </w:tc>
        <w:tc>
          <w:tcPr>
            <w:tcW w:w="1984" w:type="dxa"/>
            <w:shd w:val="clear" w:color="auto" w:fill="DBE5F1" w:themeFill="accent1" w:themeFillTint="33"/>
            <w:vAlign w:val="center"/>
          </w:tcPr>
          <w:p w14:paraId="3E839D24" w14:textId="77777777" w:rsidR="00F76AC6" w:rsidRDefault="00F76AC6" w:rsidP="00F76AC6">
            <w:pPr>
              <w:pStyle w:val="TableHeading"/>
            </w:pPr>
            <w:r>
              <w:t>Interface</w:t>
            </w:r>
          </w:p>
        </w:tc>
        <w:tc>
          <w:tcPr>
            <w:tcW w:w="4140" w:type="dxa"/>
            <w:shd w:val="clear" w:color="auto" w:fill="DBE5F1" w:themeFill="accent1" w:themeFillTint="33"/>
            <w:vAlign w:val="center"/>
          </w:tcPr>
          <w:p w14:paraId="5A30455E" w14:textId="77777777" w:rsidR="00F76AC6" w:rsidRDefault="00F76AC6" w:rsidP="00F76AC6">
            <w:pPr>
              <w:pStyle w:val="TableHeading"/>
            </w:pPr>
            <w:r>
              <w:t>IPv6 Address</w:t>
            </w:r>
          </w:p>
        </w:tc>
        <w:tc>
          <w:tcPr>
            <w:tcW w:w="1976" w:type="dxa"/>
            <w:shd w:val="clear" w:color="auto" w:fill="DBE5F1" w:themeFill="accent1" w:themeFillTint="33"/>
            <w:vAlign w:val="center"/>
          </w:tcPr>
          <w:p w14:paraId="08E21872" w14:textId="77777777" w:rsidR="00F76AC6" w:rsidRDefault="00F76AC6" w:rsidP="00F76AC6">
            <w:pPr>
              <w:pStyle w:val="TableHeading"/>
            </w:pPr>
            <w:r>
              <w:t>Link-local Address</w:t>
            </w:r>
          </w:p>
        </w:tc>
      </w:tr>
      <w:tr w:rsidR="00F76AC6" w14:paraId="4682A14C" w14:textId="77777777" w:rsidTr="008D485A">
        <w:trPr>
          <w:jc w:val="center"/>
        </w:trPr>
        <w:tc>
          <w:tcPr>
            <w:tcW w:w="1705" w:type="dxa"/>
            <w:tcBorders>
              <w:bottom w:val="nil"/>
            </w:tcBorders>
          </w:tcPr>
          <w:p w14:paraId="2BDC944C" w14:textId="77777777" w:rsidR="00F76AC6" w:rsidRDefault="00F76AC6" w:rsidP="008D485A">
            <w:pPr>
              <w:pStyle w:val="TableText"/>
            </w:pPr>
            <w:r>
              <w:t>R1</w:t>
            </w:r>
          </w:p>
        </w:tc>
        <w:tc>
          <w:tcPr>
            <w:tcW w:w="1984" w:type="dxa"/>
          </w:tcPr>
          <w:p w14:paraId="4831F802" w14:textId="77777777" w:rsidR="00F76AC6" w:rsidRDefault="00F76AC6" w:rsidP="00F76AC6">
            <w:pPr>
              <w:pStyle w:val="TableText"/>
            </w:pPr>
            <w:r>
              <w:t>G0/0</w:t>
            </w:r>
          </w:p>
        </w:tc>
        <w:tc>
          <w:tcPr>
            <w:tcW w:w="4140" w:type="dxa"/>
          </w:tcPr>
          <w:p w14:paraId="40043ABF" w14:textId="02225E40" w:rsidR="00F76AC6" w:rsidRPr="008D485A" w:rsidRDefault="00F76AC6" w:rsidP="004775BD">
            <w:pPr>
              <w:pStyle w:val="TableText"/>
            </w:pPr>
            <w:r w:rsidRPr="008D485A">
              <w:t>2001:</w:t>
            </w:r>
            <w:r w:rsidR="00AC6C22">
              <w:t>db</w:t>
            </w:r>
            <w:proofErr w:type="gramStart"/>
            <w:r w:rsidRPr="008D485A">
              <w:t>8:</w:t>
            </w:r>
            <w:r w:rsidR="00AC6C22">
              <w:t>acad</w:t>
            </w:r>
            <w:proofErr w:type="gramEnd"/>
            <w:r w:rsidRPr="008D485A">
              <w:t>:00</w:t>
            </w:r>
            <w:r w:rsidR="00AC6C22">
              <w:t>c</w:t>
            </w:r>
            <w:r w:rsidRPr="008D485A">
              <w:t>8::1/64</w:t>
            </w:r>
          </w:p>
        </w:tc>
        <w:tc>
          <w:tcPr>
            <w:tcW w:w="1976" w:type="dxa"/>
          </w:tcPr>
          <w:p w14:paraId="7D4E78F1" w14:textId="5104DC76" w:rsidR="00F76AC6" w:rsidRPr="00CF0307" w:rsidRDefault="00AC6C22" w:rsidP="00F76AC6">
            <w:pPr>
              <w:pStyle w:val="TableText"/>
            </w:pPr>
            <w:r>
              <w:t>fe</w:t>
            </w:r>
            <w:r w:rsidR="00F76AC6" w:rsidRPr="00CF0307">
              <w:t>80::1</w:t>
            </w:r>
          </w:p>
        </w:tc>
      </w:tr>
      <w:tr w:rsidR="00F76AC6" w14:paraId="043D29D6" w14:textId="77777777" w:rsidTr="008D485A">
        <w:trPr>
          <w:jc w:val="center"/>
        </w:trPr>
        <w:tc>
          <w:tcPr>
            <w:tcW w:w="1705" w:type="dxa"/>
            <w:tcBorders>
              <w:top w:val="nil"/>
              <w:bottom w:val="nil"/>
            </w:tcBorders>
          </w:tcPr>
          <w:p w14:paraId="1C72C23E" w14:textId="5AD33ACE" w:rsidR="00F76AC6" w:rsidRDefault="00C45779" w:rsidP="008D485A">
            <w:pPr>
              <w:pStyle w:val="ConfigWindow"/>
            </w:pPr>
            <w:r>
              <w:t>R1</w:t>
            </w:r>
          </w:p>
        </w:tc>
        <w:tc>
          <w:tcPr>
            <w:tcW w:w="1984" w:type="dxa"/>
          </w:tcPr>
          <w:p w14:paraId="799291FF" w14:textId="77777777" w:rsidR="00F76AC6" w:rsidRDefault="00F76AC6" w:rsidP="00F76AC6">
            <w:pPr>
              <w:pStyle w:val="TableText"/>
            </w:pPr>
            <w:r>
              <w:t>G0/1</w:t>
            </w:r>
          </w:p>
        </w:tc>
        <w:tc>
          <w:tcPr>
            <w:tcW w:w="4140" w:type="dxa"/>
          </w:tcPr>
          <w:p w14:paraId="06F7DCCD" w14:textId="582AC9B1" w:rsidR="00F76AC6" w:rsidRPr="00A82546" w:rsidRDefault="00F76AC6" w:rsidP="00F76AC6">
            <w:pPr>
              <w:pStyle w:val="TableText"/>
              <w:rPr>
                <w:rStyle w:val="AnswerGray"/>
              </w:rPr>
            </w:pPr>
            <w:bookmarkStart w:id="0" w:name="_GoBack"/>
            <w:bookmarkEnd w:id="0"/>
          </w:p>
        </w:tc>
        <w:tc>
          <w:tcPr>
            <w:tcW w:w="1976" w:type="dxa"/>
          </w:tcPr>
          <w:p w14:paraId="6DDE4D02" w14:textId="18214C64" w:rsidR="00F76AC6" w:rsidRPr="00CF0307" w:rsidRDefault="00AC6C22" w:rsidP="00F76AC6">
            <w:pPr>
              <w:pStyle w:val="TableText"/>
            </w:pPr>
            <w:r>
              <w:t>fe</w:t>
            </w:r>
            <w:r w:rsidR="00F76AC6" w:rsidRPr="00CF0307">
              <w:t>80::1</w:t>
            </w:r>
          </w:p>
        </w:tc>
      </w:tr>
      <w:tr w:rsidR="00F76AC6" w14:paraId="3168786D" w14:textId="77777777" w:rsidTr="008D485A">
        <w:trPr>
          <w:jc w:val="center"/>
        </w:trPr>
        <w:tc>
          <w:tcPr>
            <w:tcW w:w="1705" w:type="dxa"/>
            <w:tcBorders>
              <w:top w:val="nil"/>
              <w:bottom w:val="single" w:sz="4" w:space="0" w:color="auto"/>
            </w:tcBorders>
          </w:tcPr>
          <w:p w14:paraId="397A9DA1" w14:textId="56D92A9B" w:rsidR="00F76AC6" w:rsidRDefault="00C45779" w:rsidP="008D485A">
            <w:pPr>
              <w:pStyle w:val="ConfigWindow"/>
            </w:pPr>
            <w:r>
              <w:t>R1</w:t>
            </w:r>
          </w:p>
        </w:tc>
        <w:tc>
          <w:tcPr>
            <w:tcW w:w="1984" w:type="dxa"/>
          </w:tcPr>
          <w:p w14:paraId="2FFE0DBE" w14:textId="77777777" w:rsidR="00F76AC6" w:rsidRDefault="00F76AC6" w:rsidP="00F76AC6">
            <w:pPr>
              <w:pStyle w:val="TableText"/>
            </w:pPr>
            <w:r>
              <w:t>S0/0/0</w:t>
            </w:r>
          </w:p>
        </w:tc>
        <w:tc>
          <w:tcPr>
            <w:tcW w:w="4140" w:type="dxa"/>
          </w:tcPr>
          <w:p w14:paraId="40620D36" w14:textId="7C887F36" w:rsidR="00F76AC6" w:rsidRPr="00A82546" w:rsidRDefault="00F76AC6" w:rsidP="00F76AC6">
            <w:pPr>
              <w:pStyle w:val="TableText"/>
              <w:rPr>
                <w:rStyle w:val="AnswerGray"/>
              </w:rPr>
            </w:pPr>
          </w:p>
        </w:tc>
        <w:tc>
          <w:tcPr>
            <w:tcW w:w="1976" w:type="dxa"/>
          </w:tcPr>
          <w:p w14:paraId="0CA1ACA2" w14:textId="76DA62A4" w:rsidR="00F76AC6" w:rsidRPr="00CF0307" w:rsidRDefault="00AC6C22" w:rsidP="00F76AC6">
            <w:pPr>
              <w:pStyle w:val="TableText"/>
            </w:pPr>
            <w:r>
              <w:t>fe</w:t>
            </w:r>
            <w:r w:rsidR="00F76AC6" w:rsidRPr="00CF0307">
              <w:t>80::1</w:t>
            </w:r>
          </w:p>
        </w:tc>
      </w:tr>
      <w:tr w:rsidR="00F76AC6" w14:paraId="7E3E8226" w14:textId="77777777" w:rsidTr="008D485A">
        <w:trPr>
          <w:jc w:val="center"/>
        </w:trPr>
        <w:tc>
          <w:tcPr>
            <w:tcW w:w="1705" w:type="dxa"/>
            <w:tcBorders>
              <w:bottom w:val="nil"/>
            </w:tcBorders>
          </w:tcPr>
          <w:p w14:paraId="0FE0C292" w14:textId="77777777" w:rsidR="00F76AC6" w:rsidRDefault="00F76AC6" w:rsidP="008D485A">
            <w:pPr>
              <w:pStyle w:val="TableText"/>
            </w:pPr>
            <w:r>
              <w:t>R2</w:t>
            </w:r>
          </w:p>
        </w:tc>
        <w:tc>
          <w:tcPr>
            <w:tcW w:w="1984" w:type="dxa"/>
          </w:tcPr>
          <w:p w14:paraId="3C950DC4" w14:textId="77777777" w:rsidR="00F76AC6" w:rsidRPr="00A975A8" w:rsidRDefault="00F76AC6" w:rsidP="00F76AC6">
            <w:pPr>
              <w:pStyle w:val="TableText"/>
            </w:pPr>
            <w:r w:rsidRPr="00A975A8">
              <w:t>G0/0</w:t>
            </w:r>
          </w:p>
        </w:tc>
        <w:tc>
          <w:tcPr>
            <w:tcW w:w="4140" w:type="dxa"/>
          </w:tcPr>
          <w:p w14:paraId="3D3DF0EB" w14:textId="1B853ABF" w:rsidR="00F76AC6" w:rsidRPr="00A82546" w:rsidRDefault="00F76AC6" w:rsidP="00F76AC6">
            <w:pPr>
              <w:pStyle w:val="TableText"/>
              <w:rPr>
                <w:rStyle w:val="AnswerGray"/>
              </w:rPr>
            </w:pPr>
          </w:p>
        </w:tc>
        <w:tc>
          <w:tcPr>
            <w:tcW w:w="1976" w:type="dxa"/>
          </w:tcPr>
          <w:p w14:paraId="0C50439C" w14:textId="6CED526E" w:rsidR="00F76AC6" w:rsidRPr="00CF0307" w:rsidRDefault="00AC6C22" w:rsidP="00F76AC6">
            <w:pPr>
              <w:pStyle w:val="TableText"/>
            </w:pPr>
            <w:r>
              <w:t>fe</w:t>
            </w:r>
            <w:r w:rsidR="00F76AC6" w:rsidRPr="00CF0307">
              <w:t>80::2</w:t>
            </w:r>
          </w:p>
        </w:tc>
      </w:tr>
      <w:tr w:rsidR="00F76AC6" w14:paraId="63979BAA" w14:textId="77777777" w:rsidTr="008D485A">
        <w:trPr>
          <w:jc w:val="center"/>
        </w:trPr>
        <w:tc>
          <w:tcPr>
            <w:tcW w:w="1705" w:type="dxa"/>
            <w:tcBorders>
              <w:top w:val="nil"/>
              <w:bottom w:val="nil"/>
            </w:tcBorders>
          </w:tcPr>
          <w:p w14:paraId="3F13DAC6" w14:textId="44962FEE" w:rsidR="00F76AC6" w:rsidRDefault="00C45779" w:rsidP="008D485A">
            <w:pPr>
              <w:pStyle w:val="ConfigWindow"/>
            </w:pPr>
            <w:r>
              <w:t>R2</w:t>
            </w:r>
          </w:p>
        </w:tc>
        <w:tc>
          <w:tcPr>
            <w:tcW w:w="1984" w:type="dxa"/>
          </w:tcPr>
          <w:p w14:paraId="77BCB837" w14:textId="77777777" w:rsidR="00F76AC6" w:rsidRPr="00A975A8" w:rsidRDefault="00F76AC6" w:rsidP="00F76AC6">
            <w:pPr>
              <w:pStyle w:val="TableText"/>
            </w:pPr>
            <w:r w:rsidRPr="00A975A8">
              <w:t>G0/1</w:t>
            </w:r>
          </w:p>
        </w:tc>
        <w:tc>
          <w:tcPr>
            <w:tcW w:w="4140" w:type="dxa"/>
          </w:tcPr>
          <w:p w14:paraId="1DF41177" w14:textId="612B7C3D" w:rsidR="00F76AC6" w:rsidRPr="00A82546" w:rsidRDefault="00F76AC6" w:rsidP="00F76AC6">
            <w:pPr>
              <w:pStyle w:val="TableText"/>
              <w:rPr>
                <w:rStyle w:val="AnswerGray"/>
              </w:rPr>
            </w:pPr>
          </w:p>
        </w:tc>
        <w:tc>
          <w:tcPr>
            <w:tcW w:w="1976" w:type="dxa"/>
          </w:tcPr>
          <w:p w14:paraId="374EC2E5" w14:textId="3AD5F831" w:rsidR="00F76AC6" w:rsidRPr="00CF0307" w:rsidRDefault="00AC6C22" w:rsidP="00F76AC6">
            <w:pPr>
              <w:pStyle w:val="TableText"/>
            </w:pPr>
            <w:r>
              <w:t>fe</w:t>
            </w:r>
            <w:r w:rsidR="00F76AC6" w:rsidRPr="00CF0307">
              <w:t>80::2</w:t>
            </w:r>
          </w:p>
        </w:tc>
      </w:tr>
      <w:tr w:rsidR="00F76AC6" w14:paraId="4775D1FA" w14:textId="77777777" w:rsidTr="008D485A">
        <w:trPr>
          <w:jc w:val="center"/>
        </w:trPr>
        <w:tc>
          <w:tcPr>
            <w:tcW w:w="1705" w:type="dxa"/>
            <w:tcBorders>
              <w:top w:val="nil"/>
            </w:tcBorders>
          </w:tcPr>
          <w:p w14:paraId="4A3BA5BE" w14:textId="61ED78DD" w:rsidR="00F76AC6" w:rsidRDefault="00C45779" w:rsidP="008D485A">
            <w:pPr>
              <w:pStyle w:val="ConfigWindow"/>
            </w:pPr>
            <w:r>
              <w:t>R2</w:t>
            </w:r>
          </w:p>
        </w:tc>
        <w:tc>
          <w:tcPr>
            <w:tcW w:w="1984" w:type="dxa"/>
          </w:tcPr>
          <w:p w14:paraId="6D5253D2" w14:textId="77777777" w:rsidR="00F76AC6" w:rsidRDefault="00F76AC6" w:rsidP="00F76AC6">
            <w:pPr>
              <w:pStyle w:val="TableText"/>
            </w:pPr>
            <w:r w:rsidRPr="00A975A8">
              <w:t>S0/0/0</w:t>
            </w:r>
          </w:p>
        </w:tc>
        <w:tc>
          <w:tcPr>
            <w:tcW w:w="4140" w:type="dxa"/>
          </w:tcPr>
          <w:p w14:paraId="0A668B6A" w14:textId="5C4A1B9B" w:rsidR="00F76AC6" w:rsidRPr="00A82546" w:rsidRDefault="00F76AC6" w:rsidP="00F76AC6">
            <w:pPr>
              <w:pStyle w:val="TableText"/>
              <w:rPr>
                <w:rStyle w:val="AnswerGray"/>
              </w:rPr>
            </w:pPr>
          </w:p>
        </w:tc>
        <w:tc>
          <w:tcPr>
            <w:tcW w:w="1976" w:type="dxa"/>
          </w:tcPr>
          <w:p w14:paraId="1AFF192F" w14:textId="027076B3" w:rsidR="00F76AC6" w:rsidRDefault="00AC6C22" w:rsidP="00F76AC6">
            <w:pPr>
              <w:pStyle w:val="TableText"/>
            </w:pPr>
            <w:r>
              <w:t>fe</w:t>
            </w:r>
            <w:r w:rsidR="00F76AC6" w:rsidRPr="00CF0307">
              <w:t>80::2</w:t>
            </w:r>
          </w:p>
        </w:tc>
      </w:tr>
      <w:tr w:rsidR="00F446C0" w14:paraId="3341BD74" w14:textId="77777777" w:rsidTr="008D485A">
        <w:trPr>
          <w:jc w:val="center"/>
        </w:trPr>
        <w:tc>
          <w:tcPr>
            <w:tcW w:w="1705" w:type="dxa"/>
          </w:tcPr>
          <w:p w14:paraId="0E053C9D" w14:textId="77777777" w:rsidR="00F446C0" w:rsidRDefault="00F446C0" w:rsidP="008D485A">
            <w:pPr>
              <w:pStyle w:val="TableText"/>
            </w:pPr>
            <w:r>
              <w:t>PC1</w:t>
            </w:r>
          </w:p>
        </w:tc>
        <w:tc>
          <w:tcPr>
            <w:tcW w:w="1984" w:type="dxa"/>
          </w:tcPr>
          <w:p w14:paraId="79F30FE0" w14:textId="77777777" w:rsidR="00F446C0" w:rsidRDefault="00F446C0" w:rsidP="00F76AC6">
            <w:pPr>
              <w:pStyle w:val="TableText"/>
            </w:pPr>
            <w:r>
              <w:t>NIC</w:t>
            </w:r>
          </w:p>
        </w:tc>
        <w:tc>
          <w:tcPr>
            <w:tcW w:w="6116" w:type="dxa"/>
            <w:gridSpan w:val="2"/>
          </w:tcPr>
          <w:p w14:paraId="44921523" w14:textId="4065948D" w:rsidR="00F446C0" w:rsidRDefault="00F446C0" w:rsidP="00F76AC6">
            <w:pPr>
              <w:pStyle w:val="TableText"/>
            </w:pPr>
            <w:r>
              <w:t>Auto Config</w:t>
            </w:r>
          </w:p>
        </w:tc>
      </w:tr>
      <w:tr w:rsidR="00F446C0" w14:paraId="6509067D" w14:textId="77777777" w:rsidTr="008D485A">
        <w:trPr>
          <w:jc w:val="center"/>
        </w:trPr>
        <w:tc>
          <w:tcPr>
            <w:tcW w:w="1705" w:type="dxa"/>
          </w:tcPr>
          <w:p w14:paraId="7C0DC788" w14:textId="77777777" w:rsidR="00F446C0" w:rsidRDefault="00F446C0" w:rsidP="008D485A">
            <w:pPr>
              <w:pStyle w:val="TableText"/>
            </w:pPr>
            <w:r>
              <w:t>PC2</w:t>
            </w:r>
          </w:p>
        </w:tc>
        <w:tc>
          <w:tcPr>
            <w:tcW w:w="1984" w:type="dxa"/>
          </w:tcPr>
          <w:p w14:paraId="37AC95AE" w14:textId="77777777" w:rsidR="00F446C0" w:rsidRDefault="00F446C0" w:rsidP="00F76AC6">
            <w:pPr>
              <w:pStyle w:val="TableText"/>
            </w:pPr>
            <w:r>
              <w:t>NIC</w:t>
            </w:r>
          </w:p>
        </w:tc>
        <w:tc>
          <w:tcPr>
            <w:tcW w:w="6116" w:type="dxa"/>
            <w:gridSpan w:val="2"/>
          </w:tcPr>
          <w:p w14:paraId="0C138CB0" w14:textId="49050D81" w:rsidR="00F446C0" w:rsidRDefault="00F446C0" w:rsidP="00F76AC6">
            <w:pPr>
              <w:pStyle w:val="TableText"/>
            </w:pPr>
            <w:r>
              <w:t>Auto Config</w:t>
            </w:r>
          </w:p>
        </w:tc>
      </w:tr>
      <w:tr w:rsidR="00F446C0" w14:paraId="3587F152" w14:textId="77777777" w:rsidTr="008D485A">
        <w:trPr>
          <w:jc w:val="center"/>
        </w:trPr>
        <w:tc>
          <w:tcPr>
            <w:tcW w:w="1705" w:type="dxa"/>
          </w:tcPr>
          <w:p w14:paraId="264ADF59" w14:textId="77777777" w:rsidR="00F446C0" w:rsidRDefault="00F446C0" w:rsidP="008D485A">
            <w:pPr>
              <w:pStyle w:val="TableText"/>
            </w:pPr>
            <w:r>
              <w:t>PC3</w:t>
            </w:r>
          </w:p>
        </w:tc>
        <w:tc>
          <w:tcPr>
            <w:tcW w:w="1984" w:type="dxa"/>
          </w:tcPr>
          <w:p w14:paraId="21672F6D" w14:textId="77777777" w:rsidR="00F446C0" w:rsidRDefault="00F446C0" w:rsidP="00F76AC6">
            <w:pPr>
              <w:pStyle w:val="TableText"/>
            </w:pPr>
            <w:r>
              <w:t>NIC</w:t>
            </w:r>
          </w:p>
        </w:tc>
        <w:tc>
          <w:tcPr>
            <w:tcW w:w="6116" w:type="dxa"/>
            <w:gridSpan w:val="2"/>
          </w:tcPr>
          <w:p w14:paraId="40B687E3" w14:textId="5D3E4D86" w:rsidR="00F446C0" w:rsidRDefault="00F446C0" w:rsidP="00F76AC6">
            <w:pPr>
              <w:pStyle w:val="TableText"/>
            </w:pPr>
            <w:r>
              <w:t>Auto Config</w:t>
            </w:r>
          </w:p>
        </w:tc>
      </w:tr>
      <w:tr w:rsidR="00F446C0" w14:paraId="5F463134" w14:textId="77777777" w:rsidTr="008D485A">
        <w:trPr>
          <w:jc w:val="center"/>
        </w:trPr>
        <w:tc>
          <w:tcPr>
            <w:tcW w:w="1705" w:type="dxa"/>
          </w:tcPr>
          <w:p w14:paraId="3B41B92C" w14:textId="77777777" w:rsidR="00F446C0" w:rsidRDefault="00F446C0" w:rsidP="008D485A">
            <w:pPr>
              <w:pStyle w:val="TableText"/>
            </w:pPr>
            <w:r>
              <w:t>PC4</w:t>
            </w:r>
          </w:p>
        </w:tc>
        <w:tc>
          <w:tcPr>
            <w:tcW w:w="1984" w:type="dxa"/>
          </w:tcPr>
          <w:p w14:paraId="6369936A" w14:textId="77777777" w:rsidR="00F446C0" w:rsidRDefault="00F446C0" w:rsidP="00F76AC6">
            <w:pPr>
              <w:pStyle w:val="TableText"/>
            </w:pPr>
            <w:r>
              <w:t>NIC</w:t>
            </w:r>
          </w:p>
        </w:tc>
        <w:tc>
          <w:tcPr>
            <w:tcW w:w="6116" w:type="dxa"/>
            <w:gridSpan w:val="2"/>
          </w:tcPr>
          <w:p w14:paraId="69222DDC" w14:textId="581806B8" w:rsidR="00F446C0" w:rsidRDefault="00F446C0" w:rsidP="00F76AC6">
            <w:pPr>
              <w:pStyle w:val="TableText"/>
            </w:pPr>
            <w:r>
              <w:t>Auto Config</w:t>
            </w:r>
          </w:p>
        </w:tc>
      </w:tr>
    </w:tbl>
    <w:p w14:paraId="22DA8164" w14:textId="77777777" w:rsidR="006A13E9" w:rsidRDefault="006A13E9" w:rsidP="006A13E9">
      <w:pPr>
        <w:pStyle w:val="Heading1"/>
      </w:pPr>
      <w:r>
        <w:t>Objectives</w:t>
      </w:r>
    </w:p>
    <w:p w14:paraId="33A2A994" w14:textId="77777777" w:rsidR="006A13E9" w:rsidRPr="00F14837" w:rsidRDefault="00C7041D" w:rsidP="008D485A">
      <w:pPr>
        <w:pStyle w:val="BodyTextL25Bold"/>
      </w:pPr>
      <w:r w:rsidRPr="00C7041D">
        <w:t>Step 1:</w:t>
      </w:r>
      <w:r>
        <w:t xml:space="preserve"> </w:t>
      </w:r>
      <w:r w:rsidR="00652769" w:rsidRPr="00F14837">
        <w:t>Determine IPv6 subnets and addressing scheme.</w:t>
      </w:r>
    </w:p>
    <w:p w14:paraId="02505ADA" w14:textId="77777777" w:rsidR="00652769" w:rsidRPr="00F14837" w:rsidRDefault="00C7041D" w:rsidP="008D485A">
      <w:pPr>
        <w:pStyle w:val="BodyTextL25Bold"/>
      </w:pPr>
      <w:r w:rsidRPr="00F14837">
        <w:t xml:space="preserve">Step 2: </w:t>
      </w:r>
      <w:r w:rsidR="00652769" w:rsidRPr="00F14837">
        <w:t>Configure IPv6 addressing on routers and PCs.</w:t>
      </w:r>
    </w:p>
    <w:p w14:paraId="5FBA06A1" w14:textId="77777777" w:rsidR="00652769" w:rsidRPr="00F14837" w:rsidRDefault="00C7041D" w:rsidP="008D485A">
      <w:pPr>
        <w:pStyle w:val="BodyTextL25Bold"/>
      </w:pPr>
      <w:bookmarkStart w:id="1" w:name="_Hlk15047951"/>
      <w:r w:rsidRPr="00F14837">
        <w:t xml:space="preserve">Step 3: </w:t>
      </w:r>
      <w:r w:rsidR="00652769" w:rsidRPr="00F14837">
        <w:t>Verify IPv6 connectivity.</w:t>
      </w:r>
      <w:bookmarkEnd w:id="1"/>
    </w:p>
    <w:p w14:paraId="7E9D397C" w14:textId="77777777" w:rsidR="006A13E9" w:rsidRDefault="006A13E9" w:rsidP="006A13E9">
      <w:pPr>
        <w:pStyle w:val="Heading1"/>
      </w:pPr>
      <w:r>
        <w:t>Background / Scenario</w:t>
      </w:r>
    </w:p>
    <w:p w14:paraId="70B34992" w14:textId="22F545B4" w:rsidR="006A13E9" w:rsidRDefault="00D47C1D" w:rsidP="006A13E9">
      <w:pPr>
        <w:pStyle w:val="BodyTextL25"/>
      </w:pPr>
      <w:r>
        <w:t>N</w:t>
      </w:r>
      <w:r w:rsidR="00652769">
        <w:t xml:space="preserve">etwork administrators </w:t>
      </w:r>
      <w:r>
        <w:t xml:space="preserve">must know how to </w:t>
      </w:r>
      <w:r w:rsidR="00652769">
        <w:t>implement IPv6 in their networks. You have been asked to set</w:t>
      </w:r>
      <w:r>
        <w:t xml:space="preserve"> </w:t>
      </w:r>
      <w:r w:rsidR="00652769">
        <w:t>up a network for use by the sales staff for a customer demonstration. The network will use a series of consecutive IPv6 subnets for four LANs. Your job is to assign the subnets to the LANs and configure the routers and PCs with IPv6 addressing.</w:t>
      </w:r>
      <w:r w:rsidR="00DD430E">
        <w:t xml:space="preserve"> Make certain to configure all the necessary components for IPv6 routing on the routers.</w:t>
      </w:r>
    </w:p>
    <w:p w14:paraId="291A6C3D" w14:textId="77777777" w:rsidR="006A13E9" w:rsidRDefault="006A13E9" w:rsidP="006A13E9">
      <w:pPr>
        <w:pStyle w:val="Heading1"/>
      </w:pPr>
      <w:r>
        <w:t>Instructions</w:t>
      </w:r>
    </w:p>
    <w:p w14:paraId="75B71FEC" w14:textId="77777777" w:rsidR="008B5D21" w:rsidRPr="008B5D21" w:rsidRDefault="008B5D21" w:rsidP="008D485A">
      <w:pPr>
        <w:pStyle w:val="Heading2"/>
      </w:pPr>
      <w:r w:rsidRPr="008B5D21">
        <w:t>Determine IPv6 subnets and addressing scheme.</w:t>
      </w:r>
    </w:p>
    <w:p w14:paraId="0D5090AE" w14:textId="242B14F7" w:rsidR="006A13E9" w:rsidRDefault="00652769" w:rsidP="00151B46">
      <w:pPr>
        <w:pStyle w:val="BodyTextL25"/>
      </w:pPr>
      <w:r>
        <w:t xml:space="preserve">You have been given the </w:t>
      </w:r>
      <w:r w:rsidRPr="00652769">
        <w:t xml:space="preserve">IPv6 subnet </w:t>
      </w:r>
      <w:r w:rsidRPr="00652769">
        <w:rPr>
          <w:b/>
        </w:rPr>
        <w:t>2001:</w:t>
      </w:r>
      <w:r w:rsidR="009B2779">
        <w:rPr>
          <w:b/>
        </w:rPr>
        <w:t>db</w:t>
      </w:r>
      <w:r w:rsidRPr="00652769">
        <w:rPr>
          <w:b/>
        </w:rPr>
        <w:t>8:</w:t>
      </w:r>
      <w:r w:rsidR="009B2779">
        <w:rPr>
          <w:b/>
        </w:rPr>
        <w:t>acad</w:t>
      </w:r>
      <w:r w:rsidRPr="00652769">
        <w:rPr>
          <w:b/>
        </w:rPr>
        <w:t>:00</w:t>
      </w:r>
      <w:r w:rsidR="009B2779">
        <w:rPr>
          <w:b/>
        </w:rPr>
        <w:t>c</w:t>
      </w:r>
      <w:r w:rsidRPr="00652769">
        <w:rPr>
          <w:b/>
        </w:rPr>
        <w:t>8::/64</w:t>
      </w:r>
      <w:r>
        <w:t xml:space="preserve"> as the starting subnet. You will need four more subnets for each network that is required. Increment the subnet addresses consecutively by one to arrive at the four required subnets. Complete the table below.</w:t>
      </w:r>
    </w:p>
    <w:p w14:paraId="66CB2512" w14:textId="77777777" w:rsidR="00151B46" w:rsidRPr="00151B46" w:rsidRDefault="00151B46" w:rsidP="008D485A">
      <w:pPr>
        <w:pStyle w:val="BodyTextL25Bold"/>
        <w:keepNext/>
      </w:pPr>
      <w:r w:rsidRPr="00151B46">
        <w:t>Subnet Table</w:t>
      </w:r>
    </w:p>
    <w:tbl>
      <w:tblPr>
        <w:tblStyle w:val="TableGrid"/>
        <w:tblW w:w="10075" w:type="dxa"/>
        <w:jc w:val="center"/>
        <w:tblLook w:val="04A0" w:firstRow="1" w:lastRow="0" w:firstColumn="1" w:lastColumn="0" w:noHBand="0" w:noVBand="1"/>
        <w:tblDescription w:val="Table for the subnet addresses.  Type your answers in the cells listed as &quot;blank&quot;."/>
      </w:tblPr>
      <w:tblGrid>
        <w:gridCol w:w="5035"/>
        <w:gridCol w:w="5040"/>
      </w:tblGrid>
      <w:tr w:rsidR="00151B46" w14:paraId="6E2A53F7" w14:textId="77777777" w:rsidTr="008D485A">
        <w:trPr>
          <w:tblHeader/>
          <w:jc w:val="center"/>
        </w:trPr>
        <w:tc>
          <w:tcPr>
            <w:tcW w:w="5035" w:type="dxa"/>
            <w:shd w:val="clear" w:color="auto" w:fill="DBE5F1" w:themeFill="accent1" w:themeFillTint="33"/>
          </w:tcPr>
          <w:p w14:paraId="1A5A16C8" w14:textId="77777777" w:rsidR="00151B46" w:rsidRDefault="00151B46" w:rsidP="00151B46">
            <w:pPr>
              <w:pStyle w:val="TableHeading"/>
            </w:pPr>
            <w:r>
              <w:t>Subnet</w:t>
            </w:r>
          </w:p>
        </w:tc>
        <w:tc>
          <w:tcPr>
            <w:tcW w:w="5040" w:type="dxa"/>
            <w:shd w:val="clear" w:color="auto" w:fill="DBE5F1" w:themeFill="accent1" w:themeFillTint="33"/>
          </w:tcPr>
          <w:p w14:paraId="0D28B812" w14:textId="77777777" w:rsidR="00151B46" w:rsidRDefault="00151B46" w:rsidP="00151B46">
            <w:pPr>
              <w:pStyle w:val="TableHeading"/>
            </w:pPr>
            <w:r>
              <w:t>Address</w:t>
            </w:r>
          </w:p>
        </w:tc>
      </w:tr>
      <w:tr w:rsidR="00151B46" w14:paraId="111A3CF6" w14:textId="77777777" w:rsidTr="008D485A">
        <w:trPr>
          <w:jc w:val="center"/>
        </w:trPr>
        <w:tc>
          <w:tcPr>
            <w:tcW w:w="5035" w:type="dxa"/>
          </w:tcPr>
          <w:p w14:paraId="68E42B3B" w14:textId="77777777" w:rsidR="00151B46" w:rsidRDefault="00151B46" w:rsidP="00151B46">
            <w:pPr>
              <w:pStyle w:val="TableText"/>
            </w:pPr>
            <w:r>
              <w:t>R1 G0/0/ LAN</w:t>
            </w:r>
          </w:p>
        </w:tc>
        <w:tc>
          <w:tcPr>
            <w:tcW w:w="5040" w:type="dxa"/>
          </w:tcPr>
          <w:p w14:paraId="145B640F" w14:textId="41D4AD48" w:rsidR="00151B46" w:rsidRDefault="00151B46" w:rsidP="00151B46">
            <w:pPr>
              <w:pStyle w:val="TableText"/>
            </w:pPr>
            <w:r w:rsidRPr="007564B2">
              <w:t>2001:</w:t>
            </w:r>
            <w:r w:rsidR="00AC6C22">
              <w:t>db</w:t>
            </w:r>
            <w:proofErr w:type="gramStart"/>
            <w:r>
              <w:t>8:</w:t>
            </w:r>
            <w:r w:rsidR="00AC6C22">
              <w:t>acad</w:t>
            </w:r>
            <w:proofErr w:type="gramEnd"/>
            <w:r>
              <w:t>:00</w:t>
            </w:r>
            <w:r w:rsidR="00AC6C22">
              <w:t>c</w:t>
            </w:r>
            <w:r w:rsidRPr="007564B2">
              <w:t>8::0/64</w:t>
            </w:r>
          </w:p>
        </w:tc>
      </w:tr>
      <w:tr w:rsidR="00151B46" w14:paraId="0DCB1B44" w14:textId="77777777" w:rsidTr="008D485A">
        <w:trPr>
          <w:jc w:val="center"/>
        </w:trPr>
        <w:tc>
          <w:tcPr>
            <w:tcW w:w="5035" w:type="dxa"/>
          </w:tcPr>
          <w:p w14:paraId="36A174F9" w14:textId="77777777" w:rsidR="00151B46" w:rsidRDefault="00151B46" w:rsidP="00151B46">
            <w:pPr>
              <w:pStyle w:val="TableText"/>
            </w:pPr>
            <w:r>
              <w:t>R1 G0/1 LAN</w:t>
            </w:r>
          </w:p>
        </w:tc>
        <w:tc>
          <w:tcPr>
            <w:tcW w:w="5040" w:type="dxa"/>
          </w:tcPr>
          <w:p w14:paraId="6B11327F" w14:textId="2211F548" w:rsidR="00151B46" w:rsidRPr="005F7221" w:rsidRDefault="00151B46" w:rsidP="00151B46">
            <w:pPr>
              <w:pStyle w:val="TableText"/>
              <w:rPr>
                <w:rStyle w:val="AnswerGray"/>
              </w:rPr>
            </w:pPr>
          </w:p>
        </w:tc>
      </w:tr>
      <w:tr w:rsidR="00151B46" w14:paraId="62A41ABC" w14:textId="77777777" w:rsidTr="008D485A">
        <w:trPr>
          <w:jc w:val="center"/>
        </w:trPr>
        <w:tc>
          <w:tcPr>
            <w:tcW w:w="5035" w:type="dxa"/>
          </w:tcPr>
          <w:p w14:paraId="43E1AD2F" w14:textId="77777777" w:rsidR="00151B46" w:rsidRDefault="00151B46" w:rsidP="00151B46">
            <w:pPr>
              <w:pStyle w:val="TableText"/>
            </w:pPr>
            <w:r>
              <w:lastRenderedPageBreak/>
              <w:t>R2 G0/0 LAN</w:t>
            </w:r>
          </w:p>
        </w:tc>
        <w:tc>
          <w:tcPr>
            <w:tcW w:w="5040" w:type="dxa"/>
          </w:tcPr>
          <w:p w14:paraId="43BDC7BB" w14:textId="25FB9B2E" w:rsidR="00151B46" w:rsidRPr="005F7221" w:rsidRDefault="00151B46" w:rsidP="00151B46">
            <w:pPr>
              <w:pStyle w:val="TableText"/>
              <w:rPr>
                <w:rStyle w:val="AnswerGray"/>
              </w:rPr>
            </w:pPr>
          </w:p>
        </w:tc>
      </w:tr>
      <w:tr w:rsidR="00151B46" w14:paraId="4C33B613" w14:textId="77777777" w:rsidTr="008D485A">
        <w:trPr>
          <w:jc w:val="center"/>
        </w:trPr>
        <w:tc>
          <w:tcPr>
            <w:tcW w:w="5035" w:type="dxa"/>
          </w:tcPr>
          <w:p w14:paraId="4CA29B47" w14:textId="77777777" w:rsidR="00151B46" w:rsidRDefault="00151B46" w:rsidP="00151B46">
            <w:pPr>
              <w:pStyle w:val="TableText"/>
            </w:pPr>
            <w:r>
              <w:t>R2 G0/1 LAN</w:t>
            </w:r>
          </w:p>
        </w:tc>
        <w:tc>
          <w:tcPr>
            <w:tcW w:w="5040" w:type="dxa"/>
          </w:tcPr>
          <w:p w14:paraId="152BCBBC" w14:textId="407D0D40" w:rsidR="00151B46" w:rsidRPr="005F7221" w:rsidRDefault="00151B46" w:rsidP="00151B46">
            <w:pPr>
              <w:pStyle w:val="TableText"/>
              <w:rPr>
                <w:rStyle w:val="AnswerGray"/>
              </w:rPr>
            </w:pPr>
          </w:p>
        </w:tc>
      </w:tr>
      <w:tr w:rsidR="00151B46" w14:paraId="4E217487" w14:textId="77777777" w:rsidTr="008D485A">
        <w:trPr>
          <w:jc w:val="center"/>
        </w:trPr>
        <w:tc>
          <w:tcPr>
            <w:tcW w:w="5035" w:type="dxa"/>
          </w:tcPr>
          <w:p w14:paraId="76DCDB61" w14:textId="77777777" w:rsidR="00151B46" w:rsidRDefault="00151B46" w:rsidP="00151B46">
            <w:pPr>
              <w:pStyle w:val="TableText"/>
            </w:pPr>
            <w:r>
              <w:t>R1 to R2 link network</w:t>
            </w:r>
          </w:p>
        </w:tc>
        <w:tc>
          <w:tcPr>
            <w:tcW w:w="5040" w:type="dxa"/>
          </w:tcPr>
          <w:p w14:paraId="11D90856" w14:textId="18722C6A" w:rsidR="00151B46" w:rsidRPr="005F7221" w:rsidRDefault="00151B46" w:rsidP="00151B46">
            <w:pPr>
              <w:pStyle w:val="TableText"/>
              <w:rPr>
                <w:rStyle w:val="AnswerGray"/>
              </w:rPr>
            </w:pPr>
          </w:p>
        </w:tc>
      </w:tr>
    </w:tbl>
    <w:p w14:paraId="74803C1A" w14:textId="77777777" w:rsidR="00652769" w:rsidRDefault="00151B46" w:rsidP="008D485A">
      <w:pPr>
        <w:pStyle w:val="Heading2"/>
      </w:pPr>
      <w:r>
        <w:t xml:space="preserve">Configure </w:t>
      </w:r>
      <w:r w:rsidR="008B5D21">
        <w:t xml:space="preserve">IPv6 </w:t>
      </w:r>
      <w:r>
        <w:t>address</w:t>
      </w:r>
      <w:r w:rsidR="008B5D21">
        <w:t>ing</w:t>
      </w:r>
      <w:r>
        <w:t xml:space="preserve"> on routers and PCs.</w:t>
      </w:r>
    </w:p>
    <w:p w14:paraId="768EA236" w14:textId="77777777" w:rsidR="00B556F5" w:rsidRPr="00B556F5" w:rsidRDefault="008B5D21" w:rsidP="00B556F5">
      <w:pPr>
        <w:pStyle w:val="BodyTextL25"/>
      </w:pPr>
      <w:r>
        <w:t xml:space="preserve">Complete the addressing table above to use as a guide for configuring </w:t>
      </w:r>
      <w:r w:rsidR="00B556F5">
        <w:t>the</w:t>
      </w:r>
      <w:r>
        <w:t xml:space="preserve"> devices.</w:t>
      </w:r>
    </w:p>
    <w:p w14:paraId="58F1D9B1" w14:textId="77777777" w:rsidR="00151B46" w:rsidRPr="007D3C7B" w:rsidRDefault="005066F7" w:rsidP="008D485A">
      <w:pPr>
        <w:pStyle w:val="Bulletlevel1"/>
      </w:pPr>
      <w:r w:rsidRPr="007D3C7B">
        <w:t xml:space="preserve">Assign the </w:t>
      </w:r>
      <w:r w:rsidRPr="008D485A">
        <w:t>first</w:t>
      </w:r>
      <w:r w:rsidRPr="007D3C7B">
        <w:t xml:space="preserve"> IP address </w:t>
      </w:r>
      <w:r w:rsidR="005F7221" w:rsidRPr="007D3C7B">
        <w:t>in the</w:t>
      </w:r>
      <w:r w:rsidRPr="007D3C7B">
        <w:t xml:space="preserve"> subnet to the router </w:t>
      </w:r>
      <w:r w:rsidR="005F7221" w:rsidRPr="007D3C7B">
        <w:t xml:space="preserve">LAN </w:t>
      </w:r>
      <w:r w:rsidRPr="007D3C7B">
        <w:t>interfaces.</w:t>
      </w:r>
    </w:p>
    <w:p w14:paraId="513940AE" w14:textId="77777777" w:rsidR="00DD430E" w:rsidRPr="007D3C7B" w:rsidRDefault="00DD430E" w:rsidP="008D485A">
      <w:pPr>
        <w:pStyle w:val="Bulletlevel1"/>
      </w:pPr>
      <w:r w:rsidRPr="007D3C7B">
        <w:t>Assign the link-local addresses as designated in the addressing table.</w:t>
      </w:r>
    </w:p>
    <w:p w14:paraId="1C7323D6" w14:textId="77777777" w:rsidR="005066F7" w:rsidRPr="007D3C7B" w:rsidRDefault="005F7221" w:rsidP="008D485A">
      <w:pPr>
        <w:pStyle w:val="Bulletlevel1"/>
      </w:pPr>
      <w:r w:rsidRPr="007D3C7B">
        <w:t xml:space="preserve">For the connection between the routers, assign the </w:t>
      </w:r>
      <w:r w:rsidRPr="008D485A">
        <w:t>first</w:t>
      </w:r>
      <w:r w:rsidRPr="007D3C7B">
        <w:t xml:space="preserve"> address in the subnet to </w:t>
      </w:r>
      <w:r w:rsidRPr="008D485A">
        <w:t>R1</w:t>
      </w:r>
      <w:r w:rsidRPr="007D3C7B">
        <w:t>.</w:t>
      </w:r>
    </w:p>
    <w:p w14:paraId="08328D4E" w14:textId="77777777" w:rsidR="005F7221" w:rsidRPr="007D3C7B" w:rsidRDefault="005F7221" w:rsidP="008D485A">
      <w:pPr>
        <w:pStyle w:val="Bulletlevel1"/>
      </w:pPr>
      <w:r w:rsidRPr="007D3C7B">
        <w:t xml:space="preserve">For the connection between the routers, assign the </w:t>
      </w:r>
      <w:r w:rsidRPr="008D485A">
        <w:t>second</w:t>
      </w:r>
      <w:r w:rsidRPr="007D3C7B">
        <w:t xml:space="preserve"> address in the subnet to </w:t>
      </w:r>
      <w:r w:rsidRPr="008D485A">
        <w:t>R2</w:t>
      </w:r>
      <w:r w:rsidRPr="007D3C7B">
        <w:t>.</w:t>
      </w:r>
    </w:p>
    <w:p w14:paraId="1663A488" w14:textId="77777777" w:rsidR="005F7221" w:rsidRPr="007D3C7B" w:rsidRDefault="008B5D21" w:rsidP="008D485A">
      <w:pPr>
        <w:pStyle w:val="Bulletlevel1"/>
      </w:pPr>
      <w:r w:rsidRPr="007D3C7B">
        <w:t>Set</w:t>
      </w:r>
      <w:r w:rsidR="005F7221" w:rsidRPr="007D3C7B">
        <w:t xml:space="preserve"> all four hosts to automatically configure with IPv6 addresses.</w:t>
      </w:r>
    </w:p>
    <w:p w14:paraId="07ABBBEB" w14:textId="77777777" w:rsidR="005F7221" w:rsidRDefault="005F7221" w:rsidP="008D485A">
      <w:pPr>
        <w:pStyle w:val="Heading2"/>
      </w:pPr>
      <w:r>
        <w:t xml:space="preserve">Verify </w:t>
      </w:r>
      <w:r w:rsidR="008B5D21">
        <w:t xml:space="preserve">IPv6 </w:t>
      </w:r>
      <w:r>
        <w:t>connectivity.</w:t>
      </w:r>
    </w:p>
    <w:p w14:paraId="6254D6EC" w14:textId="05F67995" w:rsidR="005F7221" w:rsidRDefault="005F7221" w:rsidP="005F7221">
      <w:pPr>
        <w:pStyle w:val="BodyTextL25"/>
      </w:pPr>
      <w:r>
        <w:t>The PCs should be able to ping each other if addressing has been configure</w:t>
      </w:r>
      <w:r w:rsidR="00DD430E">
        <w:t>d</w:t>
      </w:r>
      <w:r>
        <w:t xml:space="preserve"> properly.</w:t>
      </w:r>
    </w:p>
    <w:p w14:paraId="5BA2FE40" w14:textId="4C54CA8E" w:rsidR="005A2B0E" w:rsidRDefault="005A2B0E" w:rsidP="008D485A">
      <w:pPr>
        <w:pStyle w:val="ConfigWindow"/>
      </w:pPr>
      <w:r>
        <w:t>End of document</w:t>
      </w:r>
    </w:p>
    <w:sectPr w:rsidR="005A2B0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E7C50" w14:textId="77777777" w:rsidR="00F96AA1" w:rsidRDefault="00F96AA1" w:rsidP="00710659">
      <w:pPr>
        <w:spacing w:after="0" w:line="240" w:lineRule="auto"/>
      </w:pPr>
      <w:r>
        <w:separator/>
      </w:r>
    </w:p>
    <w:p w14:paraId="2223E527" w14:textId="77777777" w:rsidR="00F96AA1" w:rsidRDefault="00F96AA1"/>
  </w:endnote>
  <w:endnote w:type="continuationSeparator" w:id="0">
    <w:p w14:paraId="5C1FA7F7" w14:textId="77777777" w:rsidR="00F96AA1" w:rsidRDefault="00F96AA1" w:rsidP="00710659">
      <w:pPr>
        <w:spacing w:after="0" w:line="240" w:lineRule="auto"/>
      </w:pPr>
      <w:r>
        <w:continuationSeparator/>
      </w:r>
    </w:p>
    <w:p w14:paraId="457B8832" w14:textId="77777777" w:rsidR="00F96AA1" w:rsidRDefault="00F96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9F07"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DF5CB" w14:textId="06F1D51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F1DC5">
          <w:t>2013</w:t>
        </w:r>
      </w:sdtContent>
    </w:sdt>
    <w:r>
      <w:t xml:space="preserve"> - </w:t>
    </w:r>
    <w:r>
      <w:fldChar w:fldCharType="begin"/>
    </w:r>
    <w:r>
      <w:instrText xml:space="preserve"> SAVEDATE  \@ "yyyy"  \* MERGEFORMAT </w:instrText>
    </w:r>
    <w:r>
      <w:fldChar w:fldCharType="separate"/>
    </w:r>
    <w:r w:rsidR="00552CB3">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A2B0E">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A2B0E">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15FF6" w14:textId="3F1D7EB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F1DC5">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52CB3">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577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45779">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0AAE8" w14:textId="77777777" w:rsidR="00F96AA1" w:rsidRDefault="00F96AA1" w:rsidP="00710659">
      <w:pPr>
        <w:spacing w:after="0" w:line="240" w:lineRule="auto"/>
      </w:pPr>
      <w:r>
        <w:separator/>
      </w:r>
    </w:p>
    <w:p w14:paraId="7F99789E" w14:textId="77777777" w:rsidR="00F96AA1" w:rsidRDefault="00F96AA1"/>
  </w:footnote>
  <w:footnote w:type="continuationSeparator" w:id="0">
    <w:p w14:paraId="6F4A2A88" w14:textId="77777777" w:rsidR="00F96AA1" w:rsidRDefault="00F96AA1" w:rsidP="00710659">
      <w:pPr>
        <w:spacing w:after="0" w:line="240" w:lineRule="auto"/>
      </w:pPr>
      <w:r>
        <w:continuationSeparator/>
      </w:r>
    </w:p>
    <w:p w14:paraId="0B4EA662" w14:textId="77777777" w:rsidR="00F96AA1" w:rsidRDefault="00F96A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5DFE3"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BAC86B351F84EA79A942AFF1540FEA4"/>
      </w:placeholder>
      <w:dataBinding w:prefixMappings="xmlns:ns0='http://purl.org/dc/elements/1.1/' xmlns:ns1='http://schemas.openxmlformats.org/package/2006/metadata/core-properties' " w:xpath="/ns1:coreProperties[1]/ns0:title[1]" w:storeItemID="{6C3C8BC8-F283-45AE-878A-BAB7291924A1}"/>
      <w:text/>
    </w:sdtPr>
    <w:sdtEndPr/>
    <w:sdtContent>
      <w:p w14:paraId="590DDF99" w14:textId="77777777" w:rsidR="00926CB2" w:rsidRDefault="00514BFB" w:rsidP="008402F2">
        <w:pPr>
          <w:pStyle w:val="PageHead"/>
        </w:pPr>
        <w:r>
          <w:t>Packet Tracer - Implement a Subnetted IPv6 Addressing Scheme</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D8230" w14:textId="77777777" w:rsidR="00926CB2" w:rsidRDefault="00882B63" w:rsidP="006C3FCF">
    <w:pPr>
      <w:ind w:left="-288"/>
    </w:pPr>
    <w:r>
      <w:rPr>
        <w:noProof/>
      </w:rPr>
      <w:drawing>
        <wp:inline distT="0" distB="0" distL="0" distR="0" wp14:anchorId="3F5E4352" wp14:editId="1E496BF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790FFF"/>
    <w:multiLevelType w:val="hybridMultilevel"/>
    <w:tmpl w:val="D4EE3AC8"/>
    <w:lvl w:ilvl="0" w:tplc="35882112">
      <w:start w:val="1"/>
      <w:numFmt w:val="bullet"/>
      <w:lvlText w:val=""/>
      <w:lvlJc w:val="left"/>
      <w:pPr>
        <w:ind w:left="1080" w:hanging="360"/>
      </w:pPr>
      <w:rPr>
        <w:rFonts w:ascii="Webdings" w:hAnsi="Webdings" w:hint="default"/>
      </w:rPr>
    </w:lvl>
    <w:lvl w:ilvl="1" w:tplc="F85C9A42">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B04B2E"/>
    <w:multiLevelType w:val="multilevel"/>
    <w:tmpl w:val="E28CA792"/>
    <w:lvl w:ilvl="0">
      <w:start w:val="1"/>
      <w:numFmt w:val="bullet"/>
      <w:lvlText w:val=""/>
      <w:lvlJc w:val="left"/>
      <w:pPr>
        <w:tabs>
          <w:tab w:val="num" w:pos="720"/>
        </w:tabs>
        <w:ind w:left="720" w:hanging="360"/>
      </w:pPr>
      <w:rPr>
        <w:rFonts w:ascii="Webdings" w:hAnsi="Webdings" w:hint="default"/>
        <w:sz w:val="16"/>
        <w:szCs w:val="16"/>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59B4C89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13143BC"/>
    <w:multiLevelType w:val="multilevel"/>
    <w:tmpl w:val="A8626BF0"/>
    <w:lvl w:ilvl="0">
      <w:start w:val="1"/>
      <w:numFmt w:val="bullet"/>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00A49A9"/>
    <w:multiLevelType w:val="hybridMultilevel"/>
    <w:tmpl w:val="10586F9A"/>
    <w:lvl w:ilvl="0" w:tplc="04090001">
      <w:start w:val="1"/>
      <w:numFmt w:val="bullet"/>
      <w:lvlText w:val=""/>
      <w:lvlJc w:val="left"/>
      <w:pPr>
        <w:ind w:left="1080" w:hanging="360"/>
      </w:pPr>
      <w:rPr>
        <w:rFonts w:ascii="Symbol" w:hAnsi="Symbol" w:hint="default"/>
      </w:rPr>
    </w:lvl>
    <w:lvl w:ilvl="1" w:tplc="F85C9A42">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9"/>
  </w:num>
  <w:num w:numId="11">
    <w:abstractNumId w:val="7"/>
  </w:num>
  <w:num w:numId="12">
    <w:abstractNumId w:val="3"/>
  </w:num>
  <w:num w:numId="1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3E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163D"/>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B46"/>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44"/>
    <w:rsid w:val="001813C3"/>
    <w:rsid w:val="00182CF4"/>
    <w:rsid w:val="00186CE1"/>
    <w:rsid w:val="00191F00"/>
    <w:rsid w:val="00192476"/>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1F7F7D"/>
    <w:rsid w:val="00201928"/>
    <w:rsid w:val="00202779"/>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80DFE"/>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0BDC"/>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076F"/>
    <w:rsid w:val="00403C7A"/>
    <w:rsid w:val="004057A6"/>
    <w:rsid w:val="00406554"/>
    <w:rsid w:val="00407755"/>
    <w:rsid w:val="0041293B"/>
    <w:rsid w:val="004131B0"/>
    <w:rsid w:val="00416C42"/>
    <w:rsid w:val="00422476"/>
    <w:rsid w:val="0042385C"/>
    <w:rsid w:val="004253DC"/>
    <w:rsid w:val="00426FA5"/>
    <w:rsid w:val="00431654"/>
    <w:rsid w:val="00434926"/>
    <w:rsid w:val="00443ACE"/>
    <w:rsid w:val="00444217"/>
    <w:rsid w:val="004478F4"/>
    <w:rsid w:val="00450F7A"/>
    <w:rsid w:val="00452C6D"/>
    <w:rsid w:val="00455E0B"/>
    <w:rsid w:val="0045724D"/>
    <w:rsid w:val="00457934"/>
    <w:rsid w:val="00462B9F"/>
    <w:rsid w:val="004659EE"/>
    <w:rsid w:val="00471B17"/>
    <w:rsid w:val="00473E34"/>
    <w:rsid w:val="00476BA9"/>
    <w:rsid w:val="004775BD"/>
    <w:rsid w:val="00481650"/>
    <w:rsid w:val="004848C0"/>
    <w:rsid w:val="00485EBD"/>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1C99"/>
    <w:rsid w:val="00504ED4"/>
    <w:rsid w:val="005066F7"/>
    <w:rsid w:val="00510639"/>
    <w:rsid w:val="00511791"/>
    <w:rsid w:val="005139BE"/>
    <w:rsid w:val="00514BFB"/>
    <w:rsid w:val="00516142"/>
    <w:rsid w:val="0051681C"/>
    <w:rsid w:val="00520027"/>
    <w:rsid w:val="0052093C"/>
    <w:rsid w:val="00521B31"/>
    <w:rsid w:val="00522469"/>
    <w:rsid w:val="0052400A"/>
    <w:rsid w:val="00536277"/>
    <w:rsid w:val="00536F43"/>
    <w:rsid w:val="005510BA"/>
    <w:rsid w:val="00552CB3"/>
    <w:rsid w:val="005538C8"/>
    <w:rsid w:val="00554B4E"/>
    <w:rsid w:val="00556C02"/>
    <w:rsid w:val="00561BB2"/>
    <w:rsid w:val="00563249"/>
    <w:rsid w:val="00570A65"/>
    <w:rsid w:val="005762B1"/>
    <w:rsid w:val="00580456"/>
    <w:rsid w:val="00580E73"/>
    <w:rsid w:val="00592329"/>
    <w:rsid w:val="00593386"/>
    <w:rsid w:val="00596468"/>
    <w:rsid w:val="00596998"/>
    <w:rsid w:val="0059790F"/>
    <w:rsid w:val="005A2B0E"/>
    <w:rsid w:val="005A6E62"/>
    <w:rsid w:val="005B2FB3"/>
    <w:rsid w:val="005B47B3"/>
    <w:rsid w:val="005D2B29"/>
    <w:rsid w:val="005D354A"/>
    <w:rsid w:val="005D3E53"/>
    <w:rsid w:val="005D506C"/>
    <w:rsid w:val="005E3235"/>
    <w:rsid w:val="005E4176"/>
    <w:rsid w:val="005E4876"/>
    <w:rsid w:val="005E65B5"/>
    <w:rsid w:val="005F0301"/>
    <w:rsid w:val="005F3AE9"/>
    <w:rsid w:val="005F7221"/>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2769"/>
    <w:rsid w:val="00656EEF"/>
    <w:rsid w:val="006576AF"/>
    <w:rsid w:val="00672919"/>
    <w:rsid w:val="00677544"/>
    <w:rsid w:val="00681687"/>
    <w:rsid w:val="00686295"/>
    <w:rsid w:val="00686587"/>
    <w:rsid w:val="006904CF"/>
    <w:rsid w:val="00695EE2"/>
    <w:rsid w:val="0069660B"/>
    <w:rsid w:val="006A13E9"/>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CAB"/>
    <w:rsid w:val="00721E01"/>
    <w:rsid w:val="007222AD"/>
    <w:rsid w:val="007267CF"/>
    <w:rsid w:val="00731F3F"/>
    <w:rsid w:val="00733BAB"/>
    <w:rsid w:val="0073604C"/>
    <w:rsid w:val="007436BF"/>
    <w:rsid w:val="00743A90"/>
    <w:rsid w:val="007443E9"/>
    <w:rsid w:val="00745DCE"/>
    <w:rsid w:val="007521A8"/>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3C7B"/>
    <w:rsid w:val="007E3264"/>
    <w:rsid w:val="007E3FEA"/>
    <w:rsid w:val="007E6402"/>
    <w:rsid w:val="007F0A0B"/>
    <w:rsid w:val="007F1DC5"/>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5D21"/>
    <w:rsid w:val="008B68E7"/>
    <w:rsid w:val="008B7FFD"/>
    <w:rsid w:val="008C286A"/>
    <w:rsid w:val="008C2920"/>
    <w:rsid w:val="008C4307"/>
    <w:rsid w:val="008D23DF"/>
    <w:rsid w:val="008D485A"/>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2779"/>
    <w:rsid w:val="009B341C"/>
    <w:rsid w:val="009B5747"/>
    <w:rsid w:val="009C0B81"/>
    <w:rsid w:val="009C3182"/>
    <w:rsid w:val="009D2C27"/>
    <w:rsid w:val="009D493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546"/>
    <w:rsid w:val="00A82658"/>
    <w:rsid w:val="00A83374"/>
    <w:rsid w:val="00A96172"/>
    <w:rsid w:val="00A96D52"/>
    <w:rsid w:val="00A97C5F"/>
    <w:rsid w:val="00AB0D6A"/>
    <w:rsid w:val="00AB43B3"/>
    <w:rsid w:val="00AB49B9"/>
    <w:rsid w:val="00AB501D"/>
    <w:rsid w:val="00AB63B0"/>
    <w:rsid w:val="00AB758A"/>
    <w:rsid w:val="00AC027E"/>
    <w:rsid w:val="00AC1E7E"/>
    <w:rsid w:val="00AC507D"/>
    <w:rsid w:val="00AC66E4"/>
    <w:rsid w:val="00AC6C22"/>
    <w:rsid w:val="00AD04F2"/>
    <w:rsid w:val="00AD4578"/>
    <w:rsid w:val="00AD68E9"/>
    <w:rsid w:val="00AD7A25"/>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556F5"/>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779"/>
    <w:rsid w:val="00C47F2E"/>
    <w:rsid w:val="00C52BA6"/>
    <w:rsid w:val="00C57A1A"/>
    <w:rsid w:val="00C60BBD"/>
    <w:rsid w:val="00C61B94"/>
    <w:rsid w:val="00C6258F"/>
    <w:rsid w:val="00C62C41"/>
    <w:rsid w:val="00C63DF6"/>
    <w:rsid w:val="00C63E58"/>
    <w:rsid w:val="00C6495E"/>
    <w:rsid w:val="00C670EE"/>
    <w:rsid w:val="00C67E3B"/>
    <w:rsid w:val="00C7041D"/>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1A"/>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46AF6"/>
    <w:rsid w:val="00D47C1D"/>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3EA3"/>
    <w:rsid w:val="00D951FC"/>
    <w:rsid w:val="00D977E8"/>
    <w:rsid w:val="00D97B16"/>
    <w:rsid w:val="00DA119B"/>
    <w:rsid w:val="00DA4197"/>
    <w:rsid w:val="00DB1C89"/>
    <w:rsid w:val="00DB3763"/>
    <w:rsid w:val="00DB4029"/>
    <w:rsid w:val="00DB5F4D"/>
    <w:rsid w:val="00DB66F2"/>
    <w:rsid w:val="00DB6DA5"/>
    <w:rsid w:val="00DC076B"/>
    <w:rsid w:val="00DC186F"/>
    <w:rsid w:val="00DC252F"/>
    <w:rsid w:val="00DC6050"/>
    <w:rsid w:val="00DC6445"/>
    <w:rsid w:val="00DD35E1"/>
    <w:rsid w:val="00DD430E"/>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69BD"/>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4837"/>
    <w:rsid w:val="00F16F35"/>
    <w:rsid w:val="00F17559"/>
    <w:rsid w:val="00F2229D"/>
    <w:rsid w:val="00F25ABB"/>
    <w:rsid w:val="00F26F62"/>
    <w:rsid w:val="00F27963"/>
    <w:rsid w:val="00F30103"/>
    <w:rsid w:val="00F30446"/>
    <w:rsid w:val="00F4135D"/>
    <w:rsid w:val="00F41F1B"/>
    <w:rsid w:val="00F446C0"/>
    <w:rsid w:val="00F46BD9"/>
    <w:rsid w:val="00F60BE0"/>
    <w:rsid w:val="00F6280E"/>
    <w:rsid w:val="00F638C3"/>
    <w:rsid w:val="00F7050A"/>
    <w:rsid w:val="00F75533"/>
    <w:rsid w:val="00F76AC6"/>
    <w:rsid w:val="00F8036D"/>
    <w:rsid w:val="00F809DC"/>
    <w:rsid w:val="00F86EB0"/>
    <w:rsid w:val="00F96AA1"/>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664B9"/>
  <w15:docId w15:val="{98CF5024-4ED6-4149-A087-C7B96BD9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D3C7B"/>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D3C7B"/>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7D3C7B"/>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D3C7B"/>
    <w:pPr>
      <w:keepNext/>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D485A"/>
    <w:pPr>
      <w:spacing w:before="0" w:after="0"/>
    </w:pPr>
    <w:rPr>
      <w:i/>
      <w:color w:val="FFFFFF" w:themeColor="background1"/>
    </w:rPr>
  </w:style>
  <w:style w:type="paragraph" w:customStyle="1" w:styleId="SubStepAlpha">
    <w:name w:val="SubStep Alpha"/>
    <w:basedOn w:val="BodyTextL25"/>
    <w:qFormat/>
    <w:rsid w:val="007D3C7B"/>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D3C7B"/>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D3C7B"/>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NormalWeb">
    <w:name w:val="Normal (Web)"/>
    <w:basedOn w:val="Normal"/>
    <w:uiPriority w:val="99"/>
    <w:semiHidden/>
    <w:unhideWhenUsed/>
    <w:rsid w:val="00743A9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47332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AC86B351F84EA79A942AFF1540FEA4"/>
        <w:category>
          <w:name w:val="General"/>
          <w:gallery w:val="placeholder"/>
        </w:category>
        <w:types>
          <w:type w:val="bbPlcHdr"/>
        </w:types>
        <w:behaviors>
          <w:behavior w:val="content"/>
        </w:behaviors>
        <w:guid w:val="{E1E56368-A5BF-4F7E-ACBF-401703476395}"/>
      </w:docPartPr>
      <w:docPartBody>
        <w:p w:rsidR="00720FFA" w:rsidRDefault="00501BD9">
          <w:pPr>
            <w:pStyle w:val="BBAC86B351F84EA79A942AFF1540FEA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BD9"/>
    <w:rsid w:val="00013C46"/>
    <w:rsid w:val="000D568D"/>
    <w:rsid w:val="000F3A75"/>
    <w:rsid w:val="00242F34"/>
    <w:rsid w:val="00501BD9"/>
    <w:rsid w:val="0055359E"/>
    <w:rsid w:val="005F340B"/>
    <w:rsid w:val="00720FFA"/>
    <w:rsid w:val="00AD6C04"/>
    <w:rsid w:val="00C2321E"/>
    <w:rsid w:val="00D3022B"/>
    <w:rsid w:val="00D94DC8"/>
    <w:rsid w:val="00DC168A"/>
    <w:rsid w:val="00E74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BAC86B351F84EA79A942AFF1540FEA4">
    <w:name w:val="BBAC86B351F84EA79A942AFF1540FE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B02D1-F72F-4160-93DD-CA020EAF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CONTENT.dotx</Template>
  <TotalTime>0</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Packet Tracer - Implement a Subnetted IPv6 Addressing Scheme</vt:lpstr>
    </vt:vector>
  </TitlesOfParts>
  <Company>Cisco Systems, Inc.</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Implement a Subnetted IPv6 Addressing Scheme</dc:title>
  <dc:creator>Martin Benson</dc:creator>
  <dc:description>2013</dc:description>
  <cp:lastModifiedBy>DH</cp:lastModifiedBy>
  <cp:revision>2</cp:revision>
  <cp:lastPrinted>2019-10-05T07:14:00Z</cp:lastPrinted>
  <dcterms:created xsi:type="dcterms:W3CDTF">2019-11-27T19:57:00Z</dcterms:created>
  <dcterms:modified xsi:type="dcterms:W3CDTF">2019-11-27T19:57:00Z</dcterms:modified>
</cp:coreProperties>
</file>